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4E1264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Δ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100FC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4E126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100FC0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Δ7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- </w:t>
            </w:r>
            <w:r w:rsidR="00100FC0" w:rsidRPr="00100FC0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Ο2.Ε49 </w:t>
            </w:r>
            <w:bookmarkStart w:id="0" w:name="_GoBack"/>
            <w:bookmarkEnd w:id="0"/>
            <w:r w:rsidR="00100FC0" w:rsidRPr="00100FC0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Μονάδα Αποθήκευσης Τύπου 07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100FC0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00FC0" w:rsidRPr="00DF25B3" w:rsidRDefault="00100FC0" w:rsidP="00100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FC0" w:rsidRPr="00DF25B3" w:rsidRDefault="00100FC0" w:rsidP="00100FC0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ΕΣΩΤΕΡΙΚΟΣ ΣΚΛΗΡΟΣ ΔΙΣΚΟΣ</w:t>
            </w:r>
          </w:p>
        </w:tc>
        <w:tc>
          <w:tcPr>
            <w:tcW w:w="1441" w:type="dxa"/>
          </w:tcPr>
          <w:p w:rsidR="00100FC0" w:rsidRPr="00DF25B3" w:rsidRDefault="00100FC0" w:rsidP="00100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00FC0" w:rsidRPr="00DF25B3" w:rsidRDefault="00100FC0" w:rsidP="00100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00FC0" w:rsidRPr="00DF25B3" w:rsidRDefault="00100FC0" w:rsidP="00100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100FC0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00FC0" w:rsidRPr="00DF25B3" w:rsidRDefault="00100FC0" w:rsidP="00100FC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00FC0" w:rsidRPr="00DF25B3" w:rsidRDefault="00100FC0" w:rsidP="00100FC0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HDD τουλάχιστον 2ΤΒ</w:t>
            </w:r>
          </w:p>
        </w:tc>
        <w:tc>
          <w:tcPr>
            <w:tcW w:w="1441" w:type="dxa"/>
          </w:tcPr>
          <w:p w:rsidR="00100FC0" w:rsidRPr="00DF25B3" w:rsidRDefault="00100FC0" w:rsidP="00100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00FC0" w:rsidRPr="00DF25B3" w:rsidRDefault="00100FC0" w:rsidP="00100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00FC0" w:rsidRPr="00DF25B3" w:rsidRDefault="00100FC0" w:rsidP="00100FC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00FC0"/>
    <w:rsid w:val="0015565B"/>
    <w:rsid w:val="001E6292"/>
    <w:rsid w:val="002B7ED1"/>
    <w:rsid w:val="002D2965"/>
    <w:rsid w:val="00406FB0"/>
    <w:rsid w:val="004E1264"/>
    <w:rsid w:val="005B67D6"/>
    <w:rsid w:val="00633A63"/>
    <w:rsid w:val="00671793"/>
    <w:rsid w:val="009A20A2"/>
    <w:rsid w:val="00A40B4A"/>
    <w:rsid w:val="00C60E4A"/>
    <w:rsid w:val="00C9369B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35BE5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0</TotalTime>
  <Pages>1</Pages>
  <Words>27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2</cp:revision>
  <dcterms:created xsi:type="dcterms:W3CDTF">2025-09-10T08:22:00Z</dcterms:created>
  <dcterms:modified xsi:type="dcterms:W3CDTF">2025-09-10T08:22:00Z</dcterms:modified>
</cp:coreProperties>
</file>